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02.01.2023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7E1004C7"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2022/27</w:t>
      </w:r>
      <w:r w:rsidR="00C5015F">
        <w:rPr>
          <w:bCs/>
          <w:szCs w:val="24"/>
        </w:rPr>
        <w:t>5</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4D3BF8"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0EBB040A"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proofErr w:type="spellStart"/>
            <w:r w:rsidR="00650C25">
              <w:rPr>
                <w:bCs/>
                <w:sz w:val="24"/>
                <w:szCs w:val="24"/>
              </w:rPr>
              <w:t>ik</w:t>
            </w:r>
            <w:proofErr w:type="spellEnd"/>
            <w:r w:rsidR="00650C25">
              <w:rPr>
                <w:bCs/>
                <w:sz w:val="24"/>
                <w:szCs w:val="24"/>
              </w:rPr>
              <w:t xml:space="preserve">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6"/>
    <w:p w14:paraId="22AA8904" w14:textId="77777777" w:rsidR="00275B0C" w:rsidRPr="00275B0C" w:rsidRDefault="00275B0C" w:rsidP="00275B0C">
      <w:pPr>
        <w:rPr>
          <w:b/>
          <w:szCs w:val="24"/>
        </w:rPr>
      </w:pPr>
      <w:r w:rsidRPr="00275B0C">
        <w:rPr>
          <w:b/>
          <w:szCs w:val="24"/>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3680"/>
        <w:gridCol w:w="3691"/>
      </w:tblGrid>
      <w:tr w:rsidR="00ED439E" w:rsidRPr="00632CB7" w14:paraId="764D89FD" w14:textId="77777777" w:rsidTr="00275B0C">
        <w:tc>
          <w:tcPr>
            <w:tcW w:w="2581" w:type="dxa"/>
            <w:tcBorders>
              <w:top w:val="single" w:sz="4" w:space="0" w:color="auto"/>
              <w:left w:val="single" w:sz="4" w:space="0" w:color="auto"/>
              <w:bottom w:val="single" w:sz="4" w:space="0" w:color="auto"/>
              <w:right w:val="single" w:sz="4" w:space="0" w:color="auto"/>
            </w:tcBorders>
          </w:tcPr>
          <w:p w14:paraId="2ECE37EA" w14:textId="3DFDF957" w:rsidR="00ED439E" w:rsidRPr="00ED439E" w:rsidRDefault="00503423" w:rsidP="00ED439E">
            <w:pPr>
              <w:rPr>
                <w:b/>
                <w:bCs/>
                <w:szCs w:val="24"/>
              </w:rPr>
            </w:pPr>
            <w:r>
              <w:rPr>
                <w:b/>
                <w:bCs/>
                <w:szCs w:val="24"/>
              </w:rPr>
              <w:t xml:space="preserve">OÜ </w:t>
            </w:r>
            <w:proofErr w:type="spellStart"/>
            <w:r w:rsidR="00FC53E0">
              <w:rPr>
                <w:b/>
                <w:bCs/>
                <w:szCs w:val="24"/>
              </w:rPr>
              <w:t>Osula</w:t>
            </w:r>
            <w:proofErr w:type="spellEnd"/>
            <w:r>
              <w:rPr>
                <w:b/>
                <w:bCs/>
                <w:szCs w:val="24"/>
              </w:rPr>
              <w:t xml:space="preserve"> Graanul</w:t>
            </w:r>
          </w:p>
          <w:p w14:paraId="432E9165" w14:textId="77777777" w:rsidR="00ED439E" w:rsidRPr="00275B0C" w:rsidRDefault="00ED439E" w:rsidP="00ED439E">
            <w:pPr>
              <w:pStyle w:val="CommentText"/>
              <w:rPr>
                <w:bCs/>
                <w:sz w:val="24"/>
                <w:szCs w:val="24"/>
              </w:rPr>
            </w:pPr>
          </w:p>
        </w:tc>
        <w:tc>
          <w:tcPr>
            <w:tcW w:w="3680" w:type="dxa"/>
            <w:tcBorders>
              <w:top w:val="single" w:sz="4" w:space="0" w:color="auto"/>
              <w:left w:val="single" w:sz="4" w:space="0" w:color="auto"/>
              <w:bottom w:val="single" w:sz="4" w:space="0" w:color="auto"/>
              <w:right w:val="single" w:sz="4" w:space="0" w:color="auto"/>
            </w:tcBorders>
          </w:tcPr>
          <w:p w14:paraId="1CD32A2A" w14:textId="648CD6D6" w:rsidR="00ED439E" w:rsidRPr="00ED439E" w:rsidRDefault="00ED439E" w:rsidP="00ED439E">
            <w:pPr>
              <w:rPr>
                <w:szCs w:val="24"/>
              </w:rPr>
            </w:pPr>
            <w:r w:rsidRPr="00ED439E">
              <w:rPr>
                <w:szCs w:val="24"/>
              </w:rPr>
              <w:t>Reg</w:t>
            </w:r>
            <w:r>
              <w:rPr>
                <w:szCs w:val="24"/>
              </w:rPr>
              <w:t>istri</w:t>
            </w:r>
            <w:r w:rsidRPr="00ED439E">
              <w:rPr>
                <w:szCs w:val="24"/>
              </w:rPr>
              <w:t xml:space="preserve">kood </w:t>
            </w:r>
            <w:r w:rsidR="00FC53E0" w:rsidRPr="00FC53E0">
              <w:rPr>
                <w:szCs w:val="24"/>
              </w:rPr>
              <w:t>10756673</w:t>
            </w:r>
          </w:p>
          <w:p w14:paraId="102B4C1E" w14:textId="26FAB611" w:rsidR="00ED439E" w:rsidRPr="00275B0C" w:rsidRDefault="00ED439E" w:rsidP="00ED439E">
            <w:pPr>
              <w:rPr>
                <w:bCs/>
                <w:szCs w:val="24"/>
              </w:rPr>
            </w:pPr>
            <w:r w:rsidRPr="00ED439E">
              <w:rPr>
                <w:szCs w:val="24"/>
              </w:rPr>
              <w:t>Humala 2</w:t>
            </w:r>
            <w:r>
              <w:rPr>
                <w:szCs w:val="24"/>
              </w:rPr>
              <w:t>,</w:t>
            </w:r>
            <w:r w:rsidRPr="00ED439E">
              <w:rPr>
                <w:szCs w:val="24"/>
              </w:rPr>
              <w:t xml:space="preserve"> Tallinn 10617</w:t>
            </w:r>
          </w:p>
        </w:tc>
        <w:tc>
          <w:tcPr>
            <w:tcW w:w="3691" w:type="dxa"/>
            <w:tcBorders>
              <w:top w:val="single" w:sz="4" w:space="0" w:color="auto"/>
              <w:left w:val="single" w:sz="4" w:space="0" w:color="auto"/>
              <w:bottom w:val="single" w:sz="4" w:space="0" w:color="auto"/>
              <w:right w:val="single" w:sz="4" w:space="0" w:color="auto"/>
            </w:tcBorders>
          </w:tcPr>
          <w:p w14:paraId="6813DAE3" w14:textId="386EDD9D" w:rsidR="00ED439E" w:rsidRPr="00275B0C" w:rsidRDefault="00ED439E" w:rsidP="00ED439E">
            <w:pPr>
              <w:pStyle w:val="CommentText"/>
              <w:rPr>
                <w:bCs/>
                <w:sz w:val="24"/>
                <w:szCs w:val="24"/>
              </w:rPr>
            </w:pPr>
            <w:r>
              <w:rPr>
                <w:bCs/>
                <w:sz w:val="24"/>
                <w:szCs w:val="24"/>
              </w:rPr>
              <w:t>T</w:t>
            </w:r>
            <w:r w:rsidRPr="00275B0C">
              <w:rPr>
                <w:bCs/>
                <w:sz w:val="24"/>
                <w:szCs w:val="24"/>
              </w:rPr>
              <w:t>el 669 9870</w:t>
            </w:r>
          </w:p>
          <w:p w14:paraId="5CC114F3" w14:textId="33CAD725" w:rsidR="00ED439E" w:rsidRPr="00275B0C" w:rsidRDefault="00ED439E" w:rsidP="00ED439E">
            <w:pPr>
              <w:pStyle w:val="CommentText"/>
              <w:rPr>
                <w:bCs/>
                <w:sz w:val="24"/>
                <w:szCs w:val="24"/>
              </w:rPr>
            </w:pPr>
            <w:r>
              <w:rPr>
                <w:bCs/>
                <w:sz w:val="24"/>
                <w:szCs w:val="24"/>
              </w:rPr>
              <w:t>T</w:t>
            </w:r>
            <w:r w:rsidRPr="00275B0C">
              <w:rPr>
                <w:bCs/>
                <w:sz w:val="24"/>
                <w:szCs w:val="24"/>
              </w:rPr>
              <w:t>el 508 9817</w:t>
            </w:r>
          </w:p>
        </w:tc>
      </w:tr>
      <w:tr w:rsidR="00275B0C" w:rsidRPr="00117C76" w14:paraId="5E1FF34E" w14:textId="77777777" w:rsidTr="00275B0C">
        <w:tc>
          <w:tcPr>
            <w:tcW w:w="2581" w:type="dxa"/>
            <w:tcBorders>
              <w:top w:val="single" w:sz="4" w:space="0" w:color="auto"/>
              <w:left w:val="single" w:sz="4" w:space="0" w:color="auto"/>
              <w:bottom w:val="single" w:sz="4" w:space="0" w:color="auto"/>
              <w:right w:val="single" w:sz="4" w:space="0" w:color="auto"/>
            </w:tcBorders>
          </w:tcPr>
          <w:p w14:paraId="17B39557" w14:textId="77777777" w:rsidR="00275B0C" w:rsidRPr="00275B0C" w:rsidRDefault="00275B0C" w:rsidP="00275B0C">
            <w:pPr>
              <w:pStyle w:val="CommentText"/>
              <w:rPr>
                <w:bCs/>
                <w:sz w:val="24"/>
                <w:szCs w:val="24"/>
              </w:rPr>
            </w:pPr>
            <w:r w:rsidRPr="00275B0C">
              <w:rPr>
                <w:bCs/>
                <w:sz w:val="24"/>
                <w:szCs w:val="24"/>
              </w:rPr>
              <w:t>Esindaja</w:t>
            </w:r>
          </w:p>
        </w:tc>
        <w:tc>
          <w:tcPr>
            <w:tcW w:w="3680" w:type="dxa"/>
            <w:tcBorders>
              <w:top w:val="single" w:sz="4" w:space="0" w:color="auto"/>
              <w:left w:val="single" w:sz="4" w:space="0" w:color="auto"/>
              <w:bottom w:val="single" w:sz="4" w:space="0" w:color="auto"/>
              <w:right w:val="single" w:sz="4" w:space="0" w:color="auto"/>
            </w:tcBorders>
          </w:tcPr>
          <w:p w14:paraId="2B16DD84" w14:textId="77777777" w:rsidR="00275B0C" w:rsidRDefault="00275B0C" w:rsidP="00275B0C">
            <w:pPr>
              <w:pStyle w:val="CommentText"/>
              <w:rPr>
                <w:bCs/>
                <w:sz w:val="24"/>
                <w:szCs w:val="24"/>
              </w:rPr>
            </w:pPr>
            <w:r w:rsidRPr="00275B0C">
              <w:rPr>
                <w:bCs/>
                <w:sz w:val="24"/>
                <w:szCs w:val="24"/>
              </w:rPr>
              <w:t>Juhatuse liige Jaano Haidla</w:t>
            </w:r>
          </w:p>
          <w:p w14:paraId="5F74E9C5" w14:textId="64B25A51" w:rsidR="00650C25" w:rsidRPr="00275B0C" w:rsidRDefault="00650C25" w:rsidP="00275B0C">
            <w:pPr>
              <w:pStyle w:val="CommentText"/>
              <w:rPr>
                <w:bCs/>
                <w:sz w:val="24"/>
                <w:szCs w:val="24"/>
              </w:rPr>
            </w:pPr>
            <w:proofErr w:type="spellStart"/>
            <w:r>
              <w:rPr>
                <w:bCs/>
                <w:sz w:val="24"/>
                <w:szCs w:val="24"/>
              </w:rPr>
              <w:t>ik</w:t>
            </w:r>
            <w:proofErr w:type="spellEnd"/>
            <w:r>
              <w:rPr>
                <w:bCs/>
                <w:sz w:val="24"/>
                <w:szCs w:val="24"/>
              </w:rPr>
              <w:t xml:space="preserve"> </w:t>
            </w:r>
            <w:r w:rsidRPr="00495394">
              <w:rPr>
                <w:bCs/>
                <w:sz w:val="24"/>
                <w:szCs w:val="24"/>
              </w:rPr>
              <w:t>37101170243</w:t>
            </w:r>
          </w:p>
        </w:tc>
        <w:tc>
          <w:tcPr>
            <w:tcW w:w="3691" w:type="dxa"/>
            <w:tcBorders>
              <w:top w:val="single" w:sz="4" w:space="0" w:color="auto"/>
              <w:left w:val="single" w:sz="4" w:space="0" w:color="auto"/>
              <w:bottom w:val="single" w:sz="4" w:space="0" w:color="auto"/>
              <w:right w:val="single" w:sz="4" w:space="0" w:color="auto"/>
            </w:tcBorders>
          </w:tcPr>
          <w:p w14:paraId="23390921" w14:textId="77777777" w:rsidR="00275B0C" w:rsidRPr="00A41E4F" w:rsidRDefault="004D3BF8" w:rsidP="008E1940">
            <w:pPr>
              <w:rPr>
                <w:bCs/>
                <w:sz w:val="20"/>
              </w:rPr>
            </w:pPr>
            <w:hyperlink r:id="rId13" w:history="1">
              <w:r w:rsidR="00275B0C" w:rsidRPr="00275B0C">
                <w:rPr>
                  <w:rStyle w:val="Hyperlink"/>
                  <w:szCs w:val="24"/>
                </w:rPr>
                <w:t>jaano.haidla@graanulinvest.com</w:t>
              </w:r>
            </w:hyperlink>
            <w:r w:rsidR="00275B0C" w:rsidRPr="00A41E4F">
              <w:rPr>
                <w:bCs/>
                <w:sz w:val="20"/>
              </w:rPr>
              <w:t xml:space="preserve"> </w:t>
            </w:r>
          </w:p>
        </w:tc>
      </w:tr>
      <w:tr w:rsidR="00275B0C" w:rsidRPr="00826EFE" w14:paraId="633B4E67" w14:textId="77777777" w:rsidTr="00275B0C">
        <w:tblPrEx>
          <w:tblLook w:val="0000" w:firstRow="0" w:lastRow="0" w:firstColumn="0" w:lastColumn="0" w:noHBand="0" w:noVBand="0"/>
        </w:tblPrEx>
        <w:tc>
          <w:tcPr>
            <w:tcW w:w="9952" w:type="dxa"/>
            <w:gridSpan w:val="3"/>
          </w:tcPr>
          <w:p w14:paraId="0AC5D9A5" w14:textId="77777777" w:rsidR="00275B0C" w:rsidRPr="00826EFE" w:rsidRDefault="00275B0C" w:rsidP="008E1940">
            <w:pPr>
              <w:rPr>
                <w:bCs/>
                <w:sz w:val="20"/>
              </w:rPr>
            </w:pPr>
            <w:r w:rsidRPr="00275B0C">
              <w:rPr>
                <w:bCs/>
                <w:szCs w:val="24"/>
              </w:rPr>
              <w:t>Esindusõigus tuleneb (volitamise alus): Ettevõtte põhikiri</w:t>
            </w:r>
          </w:p>
        </w:tc>
      </w:tr>
    </w:tbl>
    <w:p w14:paraId="753BBFD9" w14:textId="77777777" w:rsidR="00275B0C" w:rsidRDefault="00275B0C" w:rsidP="00275B0C">
      <w:pPr>
        <w:pStyle w:val="ListParagraph"/>
        <w:ind w:left="360"/>
        <w:rPr>
          <w:sz w:val="20"/>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5" w:history="1">
        <w:r w:rsidRPr="00C63431">
          <w:rPr>
            <w:rStyle w:val="Hyperlink"/>
            <w:szCs w:val="24"/>
          </w:rPr>
          <w:t>www.rmk.ee</w:t>
        </w:r>
      </w:hyperlink>
      <w:r w:rsidRPr="00C63431">
        <w:rPr>
          <w:szCs w:val="24"/>
        </w:rPr>
        <w:t xml:space="preserve"> </w:t>
      </w:r>
    </w:p>
    <w:p w14:paraId="1C8DE144" w14:textId="628E1A60" w:rsidR="00C63431" w:rsidRDefault="006E0604" w:rsidP="00430AED">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650C25">
        <w:rPr>
          <w:bCs/>
          <w:szCs w:val="24"/>
        </w:rPr>
        <w:t xml:space="preserve">osaühing </w:t>
      </w:r>
      <w:proofErr w:type="spellStart"/>
      <w:r w:rsidR="00650C25">
        <w:rPr>
          <w:bCs/>
          <w:szCs w:val="24"/>
        </w:rPr>
        <w:t>Osula</w:t>
      </w:r>
      <w:proofErr w:type="spellEnd"/>
      <w:r w:rsidR="00650C25">
        <w:rPr>
          <w:bCs/>
          <w:szCs w:val="24"/>
        </w:rPr>
        <w:t xml:space="preserve"> Graanul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650C25">
        <w:rPr>
          <w:bCs/>
          <w:szCs w:val="24"/>
        </w:rPr>
        <w:t xml:space="preserve">osaühing </w:t>
      </w:r>
      <w:proofErr w:type="spellStart"/>
      <w:r w:rsidR="00650C25">
        <w:rPr>
          <w:bCs/>
          <w:szCs w:val="24"/>
        </w:rPr>
        <w:t>Osula</w:t>
      </w:r>
      <w:proofErr w:type="spellEnd"/>
      <w:r w:rsidR="00650C25">
        <w:rPr>
          <w:bCs/>
          <w:szCs w:val="24"/>
        </w:rPr>
        <w:t xml:space="preserve"> Graanul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lastRenderedPageBreak/>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97D4A11"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5F4466">
        <w:rPr>
          <w:szCs w:val="24"/>
        </w:rPr>
        <w:t xml:space="preserve"> </w:t>
      </w:r>
      <w:r w:rsidR="00FC53E0">
        <w:rPr>
          <w:noProof/>
          <w:color w:val="000000"/>
          <w:szCs w:val="24"/>
        </w:rPr>
        <w:t>Varese</w:t>
      </w:r>
      <w:r w:rsidR="005F4466">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xml:space="preserve">. Kui ostja visuaalsel hinnangul tarnitud metsamaterjali koorma kogusest rohkem kui 10% (kümme protsenti) ei vasta kvaliteedinõuetele, on ostjal õigus keelduda vastava koorma mõõtmisest ja vastuvõtmisest. Ostjal lasub kohustus sellest </w:t>
      </w:r>
      <w:r w:rsidR="00B476EB" w:rsidRPr="00073EA0">
        <w:rPr>
          <w:szCs w:val="24"/>
        </w:rPr>
        <w:lastRenderedPageBreak/>
        <w:t>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5EFAAADB"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6"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CD2144">
            <w:t>arvestatakse</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90B8416" w:rsidR="006E0604" w:rsidRPr="00471A69" w:rsidRDefault="006E0604" w:rsidP="006E7485">
      <w:pPr>
        <w:jc w:val="both"/>
        <w:rPr>
          <w:szCs w:val="24"/>
        </w:rPr>
      </w:pPr>
      <w:r w:rsidRPr="00471A69">
        <w:rPr>
          <w:b/>
          <w:szCs w:val="24"/>
        </w:rPr>
        <w:t>5.1.</w:t>
      </w:r>
      <w:r w:rsidR="00603BCD">
        <w:rPr>
          <w:szCs w:val="24"/>
        </w:rPr>
        <w:tab/>
      </w:r>
      <w:r w:rsidR="00CD2144" w:rsidRPr="00CD2144">
        <w:rPr>
          <w:szCs w:val="24"/>
        </w:rPr>
        <w:t xml:space="preserve">Tarnitud metsamaterjali koorma koguse mõõtmise teostab ostja koorma saabumise päeval ostja lattu mõõtmisseadmega </w:t>
      </w:r>
      <w:proofErr w:type="spellStart"/>
      <w:r w:rsidR="00CD2144" w:rsidRPr="00CD2144">
        <w:rPr>
          <w:szCs w:val="24"/>
        </w:rPr>
        <w:t>LoadMon</w:t>
      </w:r>
      <w:proofErr w:type="spellEnd"/>
      <w:r w:rsidR="00CD2144" w:rsidRPr="00CD2144">
        <w:rPr>
          <w:szCs w:val="24"/>
        </w:rPr>
        <w:t xml:space="preserve">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2A7EDAC6" w14:textId="12E6065B" w:rsidR="006E0604" w:rsidRDefault="006E0604" w:rsidP="006E7485">
      <w:pPr>
        <w:jc w:val="both"/>
        <w:rPr>
          <w:szCs w:val="24"/>
        </w:rPr>
      </w:pPr>
    </w:p>
    <w:p w14:paraId="1D8E8B0E" w14:textId="1D6677C0" w:rsidR="00693283" w:rsidRPr="008C6CA9"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8C6CA9">
        <w:rPr>
          <w:szCs w:val="24"/>
        </w:rPr>
        <w:t xml:space="preserve">koorma pakkide kaupa </w:t>
      </w:r>
      <w:r w:rsidR="008D50B2" w:rsidRPr="008C6CA9">
        <w:rPr>
          <w:szCs w:val="24"/>
        </w:rPr>
        <w:t xml:space="preserve">RMK virnmaterjalide standardis </w:t>
      </w:r>
      <w:r w:rsidR="00485FB4" w:rsidRPr="008C6CA9">
        <w:rPr>
          <w:szCs w:val="24"/>
        </w:rPr>
        <w:t xml:space="preserve">toodud </w:t>
      </w:r>
      <w:r w:rsidR="00A24B65" w:rsidRPr="008C6CA9">
        <w:rPr>
          <w:szCs w:val="24"/>
        </w:rPr>
        <w:t>virnatäiuse</w:t>
      </w:r>
      <w:r w:rsidR="0067668A" w:rsidRPr="008C6CA9">
        <w:rPr>
          <w:szCs w:val="24"/>
        </w:rPr>
        <w:t xml:space="preserve"> koefitsiendi ja</w:t>
      </w:r>
      <w:r w:rsidR="00A24B65" w:rsidRPr="008C6CA9">
        <w:rPr>
          <w:szCs w:val="24"/>
        </w:rPr>
        <w:t xml:space="preserve"> </w:t>
      </w:r>
      <w:r w:rsidR="00B17233" w:rsidRPr="008C6CA9">
        <w:rPr>
          <w:szCs w:val="24"/>
        </w:rPr>
        <w:t xml:space="preserve">virnmaterjali mahu </w:t>
      </w:r>
      <w:r w:rsidR="00A24B65" w:rsidRPr="008C6CA9">
        <w:rPr>
          <w:szCs w:val="24"/>
        </w:rPr>
        <w:t>määra</w:t>
      </w:r>
      <w:bookmarkStart w:id="7" w:name="_GoBack"/>
      <w:bookmarkEnd w:id="7"/>
      <w:r w:rsidR="00A24B65" w:rsidRPr="008C6CA9">
        <w:rPr>
          <w:szCs w:val="24"/>
        </w:rPr>
        <w:t>mise metoodika alusel</w:t>
      </w:r>
      <w:r w:rsidR="00EC4215" w:rsidRPr="008C6CA9">
        <w:rPr>
          <w:szCs w:val="24"/>
        </w:rPr>
        <w:t xml:space="preserve"> või suuremat täpsust v</w:t>
      </w:r>
      <w:r w:rsidR="00E62929" w:rsidRPr="008C6CA9">
        <w:rPr>
          <w:szCs w:val="24"/>
        </w:rPr>
        <w:t>õimaldava</w:t>
      </w:r>
      <w:r w:rsidR="00EC4215" w:rsidRPr="008C6CA9">
        <w:rPr>
          <w:szCs w:val="24"/>
        </w:rPr>
        <w:t xml:space="preserve"> metoodika alusel.</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w:t>
      </w:r>
      <w:r w:rsidRPr="00471A69">
        <w:rPr>
          <w:szCs w:val="24"/>
        </w:rPr>
        <w:lastRenderedPageBreak/>
        <w:t xml:space="preserve">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6346A3FD" w:rsidR="00471A69" w:rsidRPr="00471A69" w:rsidRDefault="0020190F" w:rsidP="0020190F">
            <w:pPr>
              <w:rPr>
                <w:szCs w:val="24"/>
              </w:rPr>
            </w:pPr>
            <w:r>
              <w:rPr>
                <w:szCs w:val="24"/>
              </w:rPr>
              <w:t>21</w:t>
            </w:r>
            <w:r w:rsidR="00471A69" w:rsidRPr="00471A69">
              <w:rPr>
                <w:szCs w:val="24"/>
              </w:rPr>
              <w:t xml:space="preserve"> (</w:t>
            </w:r>
            <w:r>
              <w:rPr>
                <w:szCs w:val="24"/>
              </w:rPr>
              <w:t>kakskümmend üks</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0C3D4E8C"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7" w:history="1">
        <w:r w:rsidR="00ED2DD1" w:rsidRPr="00ED2DD1">
          <w:rPr>
            <w:rStyle w:val="Hyperlink"/>
          </w:rPr>
          <w:t>ffa2134@arved.ee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w:t>
      </w:r>
      <w:r w:rsidRPr="00683F6D">
        <w:rPr>
          <w:szCs w:val="24"/>
        </w:rPr>
        <w:lastRenderedPageBreak/>
        <w:t>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07BA9199" w14:textId="77777777" w:rsidTr="002F2DD4">
        <w:tc>
          <w:tcPr>
            <w:tcW w:w="1872" w:type="dxa"/>
            <w:shd w:val="clear" w:color="auto" w:fill="auto"/>
          </w:tcPr>
          <w:p w14:paraId="5C36DA43"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64A44FDB"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0E98672B" w14:textId="77777777" w:rsidR="0002293B" w:rsidRPr="00683F6D" w:rsidRDefault="0002293B" w:rsidP="00002ED5">
            <w:pPr>
              <w:shd w:val="clear" w:color="auto" w:fill="FFFFFF" w:themeFill="background1"/>
              <w:jc w:val="both"/>
              <w:rPr>
                <w:szCs w:val="24"/>
              </w:rPr>
            </w:pPr>
            <w:r w:rsidRPr="00683F6D">
              <w:rPr>
                <w:szCs w:val="24"/>
              </w:rPr>
              <w:t>e-post</w:t>
            </w:r>
          </w:p>
        </w:tc>
      </w:tr>
      <w:tr w:rsidR="0002293B" w:rsidRPr="00683F6D" w14:paraId="78E0F25A" w14:textId="77777777" w:rsidTr="002F2DD4">
        <w:tc>
          <w:tcPr>
            <w:tcW w:w="1872" w:type="dxa"/>
            <w:shd w:val="clear" w:color="auto" w:fill="auto"/>
          </w:tcPr>
          <w:p w14:paraId="1B705E2B" w14:textId="72F41722" w:rsidR="0002293B" w:rsidRPr="00683F6D" w:rsidRDefault="00ED439E" w:rsidP="00002ED5">
            <w:pPr>
              <w:shd w:val="clear" w:color="auto" w:fill="FFFFFF" w:themeFill="background1"/>
              <w:jc w:val="both"/>
              <w:rPr>
                <w:szCs w:val="24"/>
              </w:rPr>
            </w:pPr>
            <w:r>
              <w:rPr>
                <w:szCs w:val="24"/>
              </w:rPr>
              <w:t>Esta Kaljussaar</w:t>
            </w:r>
          </w:p>
        </w:tc>
        <w:tc>
          <w:tcPr>
            <w:tcW w:w="1559" w:type="dxa"/>
            <w:shd w:val="clear" w:color="auto" w:fill="auto"/>
          </w:tcPr>
          <w:p w14:paraId="6FF6D824" w14:textId="2AF0D3FE" w:rsidR="0002293B" w:rsidRPr="00683F6D" w:rsidRDefault="00ED439E" w:rsidP="00002ED5">
            <w:pPr>
              <w:shd w:val="clear" w:color="auto" w:fill="FFFFFF" w:themeFill="background1"/>
              <w:jc w:val="both"/>
              <w:rPr>
                <w:szCs w:val="24"/>
              </w:rPr>
            </w:pPr>
            <w:r w:rsidRPr="00ED439E">
              <w:rPr>
                <w:szCs w:val="24"/>
              </w:rPr>
              <w:t>676</w:t>
            </w:r>
            <w:r>
              <w:rPr>
                <w:szCs w:val="24"/>
              </w:rPr>
              <w:t xml:space="preserve"> </w:t>
            </w:r>
            <w:r w:rsidRPr="00ED439E">
              <w:rPr>
                <w:szCs w:val="24"/>
              </w:rPr>
              <w:t>7642</w:t>
            </w:r>
          </w:p>
        </w:tc>
        <w:tc>
          <w:tcPr>
            <w:tcW w:w="4678" w:type="dxa"/>
            <w:shd w:val="clear" w:color="auto" w:fill="auto"/>
          </w:tcPr>
          <w:p w14:paraId="6BCED57C" w14:textId="4ED521E2" w:rsidR="0002293B" w:rsidRPr="00683F6D" w:rsidRDefault="0002293B" w:rsidP="00ED439E">
            <w:pPr>
              <w:shd w:val="clear" w:color="auto" w:fill="FFFFFF" w:themeFill="background1"/>
              <w:jc w:val="both"/>
              <w:rPr>
                <w:color w:val="0000FF"/>
                <w:szCs w:val="24"/>
              </w:rPr>
            </w:pPr>
            <w:r w:rsidRPr="002F2DD4">
              <w:rPr>
                <w:rStyle w:val="Hyperlink"/>
              </w:rPr>
              <w:t>aktid.</w:t>
            </w:r>
            <w:r w:rsidR="00ED439E">
              <w:rPr>
                <w:rStyle w:val="Hyperlink"/>
              </w:rPr>
              <w:t>edela</w:t>
            </w:r>
            <w:r w:rsidRPr="002F2DD4">
              <w:rPr>
                <w:rStyle w:val="Hyperlink"/>
              </w:rPr>
              <w:t>@rmk.ee</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7FEF26BC" w14:textId="77777777" w:rsidTr="002F2DD4">
        <w:tc>
          <w:tcPr>
            <w:tcW w:w="1872" w:type="dxa"/>
            <w:shd w:val="clear" w:color="auto" w:fill="auto"/>
          </w:tcPr>
          <w:p w14:paraId="67B882C1"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53F813DA"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6F1E7EB0" w14:textId="77777777" w:rsidR="0002293B" w:rsidRPr="00683F6D" w:rsidRDefault="0002293B" w:rsidP="00002ED5">
            <w:pPr>
              <w:shd w:val="clear" w:color="auto" w:fill="FFFFFF" w:themeFill="background1"/>
              <w:jc w:val="both"/>
              <w:rPr>
                <w:szCs w:val="24"/>
              </w:rPr>
            </w:pPr>
            <w:r w:rsidRPr="00683F6D">
              <w:rPr>
                <w:szCs w:val="24"/>
              </w:rPr>
              <w:t>e-post</w:t>
            </w:r>
          </w:p>
        </w:tc>
      </w:tr>
      <w:tr w:rsidR="00FC53E0" w:rsidRPr="00683F6D" w14:paraId="4B61B2E6" w14:textId="77777777" w:rsidTr="002F2DD4">
        <w:tc>
          <w:tcPr>
            <w:tcW w:w="1872" w:type="dxa"/>
            <w:shd w:val="clear" w:color="auto" w:fill="auto"/>
          </w:tcPr>
          <w:p w14:paraId="14AE03CB" w14:textId="7404EF95" w:rsidR="00FC53E0" w:rsidRPr="00683F6D" w:rsidRDefault="00ED2DD1" w:rsidP="00FC53E0">
            <w:pPr>
              <w:shd w:val="clear" w:color="auto" w:fill="FFFFFF" w:themeFill="background1"/>
              <w:jc w:val="both"/>
              <w:rPr>
                <w:szCs w:val="24"/>
              </w:rPr>
            </w:pPr>
            <w:r>
              <w:rPr>
                <w:spacing w:val="0"/>
                <w:szCs w:val="24"/>
                <w:lang w:val="en-AU"/>
              </w:rPr>
              <w:t>Kristi Täht</w:t>
            </w:r>
          </w:p>
        </w:tc>
        <w:tc>
          <w:tcPr>
            <w:tcW w:w="1559" w:type="dxa"/>
            <w:shd w:val="clear" w:color="auto" w:fill="auto"/>
          </w:tcPr>
          <w:p w14:paraId="53FCE5B0" w14:textId="29E83E3A" w:rsidR="00FC53E0" w:rsidRPr="00683F6D" w:rsidRDefault="00FC53E0" w:rsidP="00FC53E0">
            <w:pPr>
              <w:shd w:val="clear" w:color="auto" w:fill="FFFFFF" w:themeFill="background1"/>
              <w:jc w:val="both"/>
              <w:rPr>
                <w:szCs w:val="24"/>
              </w:rPr>
            </w:pPr>
            <w:r w:rsidRPr="007A2E5F">
              <w:t>5885 9544</w:t>
            </w:r>
          </w:p>
        </w:tc>
        <w:tc>
          <w:tcPr>
            <w:tcW w:w="4678" w:type="dxa"/>
            <w:shd w:val="clear" w:color="auto" w:fill="auto"/>
          </w:tcPr>
          <w:p w14:paraId="28046349" w14:textId="0331EEC1" w:rsidR="00FC53E0" w:rsidRPr="00ED439E" w:rsidRDefault="00ED2DD1" w:rsidP="00FC53E0">
            <w:pPr>
              <w:shd w:val="clear" w:color="auto" w:fill="FFFFFF" w:themeFill="background1"/>
              <w:jc w:val="both"/>
              <w:rPr>
                <w:rStyle w:val="Hyperlink"/>
                <w:lang w:val="en-AU"/>
              </w:rPr>
            </w:pPr>
            <w:r>
              <w:rPr>
                <w:rStyle w:val="Hyperlink"/>
              </w:rPr>
              <w:t>kristi.taht</w:t>
            </w:r>
            <w:r w:rsidR="00FC53E0" w:rsidRPr="00FC53E0">
              <w:rPr>
                <w:rStyle w:val="Hyperlink"/>
              </w:rPr>
              <w:t>@graanulinvest.com</w:t>
            </w:r>
            <w:r w:rsidR="00FC53E0" w:rsidRPr="007A2E5F">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6FA0CC7E" w14:textId="77777777" w:rsidTr="002F2DD4">
        <w:tc>
          <w:tcPr>
            <w:tcW w:w="1872" w:type="dxa"/>
            <w:shd w:val="clear" w:color="auto" w:fill="auto"/>
          </w:tcPr>
          <w:p w14:paraId="1DE47536"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7A2CD096"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244B163C" w14:textId="77777777" w:rsidR="0002293B" w:rsidRPr="00683F6D" w:rsidRDefault="0002293B" w:rsidP="00002ED5">
            <w:pPr>
              <w:shd w:val="clear" w:color="auto" w:fill="FFFFFF" w:themeFill="background1"/>
              <w:jc w:val="both"/>
              <w:rPr>
                <w:szCs w:val="24"/>
              </w:rPr>
            </w:pPr>
            <w:r w:rsidRPr="00683F6D">
              <w:rPr>
                <w:szCs w:val="24"/>
              </w:rPr>
              <w:t>e-post</w:t>
            </w:r>
          </w:p>
        </w:tc>
      </w:tr>
      <w:tr w:rsidR="00FC53E0" w:rsidRPr="00683F6D" w14:paraId="69338E52" w14:textId="77777777" w:rsidTr="002F2DD4">
        <w:tc>
          <w:tcPr>
            <w:tcW w:w="1872" w:type="dxa"/>
            <w:shd w:val="clear" w:color="auto" w:fill="auto"/>
          </w:tcPr>
          <w:p w14:paraId="06D1EFAB" w14:textId="1A8443DE" w:rsidR="00FC53E0" w:rsidRPr="00683F6D" w:rsidRDefault="00ED2DD1" w:rsidP="00FC53E0">
            <w:pPr>
              <w:shd w:val="clear" w:color="auto" w:fill="FFFFFF" w:themeFill="background1"/>
              <w:jc w:val="both"/>
              <w:rPr>
                <w:szCs w:val="24"/>
              </w:rPr>
            </w:pPr>
            <w:r>
              <w:rPr>
                <w:spacing w:val="0"/>
                <w:szCs w:val="24"/>
                <w:lang w:val="en-AU"/>
              </w:rPr>
              <w:t>Kristi Täht</w:t>
            </w:r>
          </w:p>
        </w:tc>
        <w:tc>
          <w:tcPr>
            <w:tcW w:w="1559" w:type="dxa"/>
            <w:shd w:val="clear" w:color="auto" w:fill="auto"/>
          </w:tcPr>
          <w:p w14:paraId="5233870C" w14:textId="57C05C52" w:rsidR="00FC53E0" w:rsidRPr="00683F6D" w:rsidRDefault="00FC53E0" w:rsidP="00FC53E0">
            <w:pPr>
              <w:shd w:val="clear" w:color="auto" w:fill="FFFFFF" w:themeFill="background1"/>
              <w:jc w:val="both"/>
              <w:rPr>
                <w:szCs w:val="24"/>
              </w:rPr>
            </w:pPr>
            <w:r w:rsidRPr="007A2E5F">
              <w:t>5885 9544</w:t>
            </w:r>
          </w:p>
        </w:tc>
        <w:tc>
          <w:tcPr>
            <w:tcW w:w="4678" w:type="dxa"/>
            <w:shd w:val="clear" w:color="auto" w:fill="auto"/>
          </w:tcPr>
          <w:p w14:paraId="1DD0AAC2" w14:textId="25B0232B" w:rsidR="00FC53E0" w:rsidRPr="002F2DD4" w:rsidRDefault="00ED2DD1" w:rsidP="00FC53E0">
            <w:pPr>
              <w:shd w:val="clear" w:color="auto" w:fill="FFFFFF" w:themeFill="background1"/>
              <w:jc w:val="both"/>
              <w:rPr>
                <w:spacing w:val="0"/>
                <w:szCs w:val="24"/>
                <w:lang w:val="en-AU"/>
              </w:rPr>
            </w:pPr>
            <w:r>
              <w:rPr>
                <w:rStyle w:val="Hyperlink"/>
              </w:rPr>
              <w:t>kristi.taht</w:t>
            </w:r>
            <w:r w:rsidRPr="00FC53E0">
              <w:rPr>
                <w:rStyle w:val="Hyperlink"/>
              </w:rPr>
              <w:t>@graanulinvest.com</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559"/>
        <w:gridCol w:w="4678"/>
      </w:tblGrid>
      <w:tr w:rsidR="001D5F9D" w:rsidRPr="00471A69" w14:paraId="5C410CB9" w14:textId="77777777" w:rsidTr="002F2DD4">
        <w:tc>
          <w:tcPr>
            <w:tcW w:w="1872" w:type="dxa"/>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559" w:type="dxa"/>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4678" w:type="dxa"/>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ED439E" w:rsidRPr="00471A69" w14:paraId="25A0FB8A" w14:textId="77777777" w:rsidTr="002F2DD4">
        <w:tc>
          <w:tcPr>
            <w:tcW w:w="1872" w:type="dxa"/>
            <w:shd w:val="clear" w:color="auto" w:fill="auto"/>
          </w:tcPr>
          <w:p w14:paraId="4691FC9C" w14:textId="33525266" w:rsidR="00ED439E" w:rsidRPr="00471A69" w:rsidRDefault="00ED439E" w:rsidP="00ED439E">
            <w:pPr>
              <w:shd w:val="clear" w:color="auto" w:fill="FFFFFF" w:themeFill="background1"/>
              <w:jc w:val="both"/>
              <w:rPr>
                <w:szCs w:val="24"/>
              </w:rPr>
            </w:pPr>
            <w:r w:rsidRPr="009D2FCE">
              <w:t>Andres Metjer</w:t>
            </w:r>
          </w:p>
        </w:tc>
        <w:tc>
          <w:tcPr>
            <w:tcW w:w="1559" w:type="dxa"/>
            <w:shd w:val="clear" w:color="auto" w:fill="auto"/>
          </w:tcPr>
          <w:p w14:paraId="6994B99F" w14:textId="620FF9D1" w:rsidR="00ED439E" w:rsidRPr="00471A69" w:rsidRDefault="00ED439E" w:rsidP="00ED439E">
            <w:pPr>
              <w:shd w:val="clear" w:color="auto" w:fill="FFFFFF" w:themeFill="background1"/>
              <w:jc w:val="both"/>
              <w:rPr>
                <w:szCs w:val="24"/>
              </w:rPr>
            </w:pPr>
            <w:r w:rsidRPr="009D2FCE">
              <w:t>5216706</w:t>
            </w:r>
          </w:p>
        </w:tc>
        <w:tc>
          <w:tcPr>
            <w:tcW w:w="4678" w:type="dxa"/>
            <w:shd w:val="clear" w:color="auto" w:fill="auto"/>
          </w:tcPr>
          <w:p w14:paraId="09A1F782" w14:textId="1D91DBDB" w:rsidR="00ED439E" w:rsidRPr="00471A69" w:rsidRDefault="00ED439E" w:rsidP="00ED439E">
            <w:pPr>
              <w:shd w:val="clear" w:color="auto" w:fill="FFFFFF" w:themeFill="background1"/>
              <w:jc w:val="both"/>
              <w:rPr>
                <w:color w:val="0000FF"/>
                <w:szCs w:val="24"/>
              </w:rPr>
            </w:pPr>
            <w:r w:rsidRPr="00ED439E">
              <w:rPr>
                <w:rStyle w:val="Hyperlink"/>
                <w:lang w:val="en-AU"/>
              </w:rPr>
              <w:t>andres.metjer@rmk.ee</w:t>
            </w:r>
            <w:r w:rsidRPr="009D2FCE">
              <w:t xml:space="preserve"> </w:t>
            </w:r>
          </w:p>
        </w:tc>
      </w:tr>
    </w:tbl>
    <w:p w14:paraId="1E24C088" w14:textId="30C2C079" w:rsidR="005B1767" w:rsidRPr="00471A69" w:rsidRDefault="00A45006">
      <w:pPr>
        <w:rPr>
          <w:bCs/>
          <w:szCs w:val="24"/>
        </w:rPr>
      </w:pPr>
      <w:r w:rsidRPr="00471A69">
        <w:rPr>
          <w:b/>
          <w:bCs/>
          <w:szCs w:val="24"/>
        </w:rPr>
        <w:lastRenderedPageBreak/>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18"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70A1F8B0"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67D23">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4D3BF8"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4D3BF8"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0190F">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0190F">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00EF75D1" w:rsidR="008C3898" w:rsidRPr="00366BEF" w:rsidRDefault="008C3898" w:rsidP="008C3898">
            <w:pPr>
              <w:tabs>
                <w:tab w:val="left" w:pos="4320"/>
              </w:tabs>
              <w:rPr>
                <w:spacing w:val="0"/>
                <w:szCs w:val="24"/>
              </w:rPr>
            </w:pPr>
            <w:r>
              <w:rPr>
                <w:spacing w:val="0"/>
                <w:szCs w:val="24"/>
                <w:lang w:val="en-AU"/>
              </w:rPr>
              <w:t>Jaano Haidla</w:t>
            </w:r>
          </w:p>
        </w:tc>
      </w:tr>
    </w:tbl>
    <w:p w14:paraId="57EBF41E" w14:textId="77777777" w:rsidR="000A61BB" w:rsidRPr="000A61BB" w:rsidRDefault="000A61BB" w:rsidP="0020190F">
      <w:pPr>
        <w:rPr>
          <w:szCs w:val="24"/>
        </w:rPr>
      </w:pPr>
    </w:p>
    <w:sectPr w:rsidR="000A61BB" w:rsidRP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02293B" w:rsidRDefault="0002293B">
      <w:r>
        <w:separator/>
      </w:r>
    </w:p>
  </w:endnote>
  <w:endnote w:type="continuationSeparator" w:id="0">
    <w:p w14:paraId="45848A27" w14:textId="77777777" w:rsidR="0002293B" w:rsidRDefault="0002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02293B" w:rsidRDefault="0002293B">
      <w:r>
        <w:separator/>
      </w:r>
    </w:p>
  </w:footnote>
  <w:footnote w:type="continuationSeparator" w:id="0">
    <w:p w14:paraId="6D97E2CF" w14:textId="77777777" w:rsidR="0002293B" w:rsidRDefault="00022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7A1"/>
    <w:rsid w:val="000713E6"/>
    <w:rsid w:val="00072690"/>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1DF3"/>
    <w:rsid w:val="00134178"/>
    <w:rsid w:val="00135375"/>
    <w:rsid w:val="00135476"/>
    <w:rsid w:val="0013579A"/>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2F9C"/>
    <w:rsid w:val="00187049"/>
    <w:rsid w:val="0018749D"/>
    <w:rsid w:val="00187976"/>
    <w:rsid w:val="00192075"/>
    <w:rsid w:val="001921BC"/>
    <w:rsid w:val="0019315C"/>
    <w:rsid w:val="00193523"/>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BF8"/>
    <w:rsid w:val="004D3D2A"/>
    <w:rsid w:val="004D4625"/>
    <w:rsid w:val="004E2AA3"/>
    <w:rsid w:val="004E4AD7"/>
    <w:rsid w:val="004E537A"/>
    <w:rsid w:val="004F579E"/>
    <w:rsid w:val="00500AE0"/>
    <w:rsid w:val="00501E27"/>
    <w:rsid w:val="00503423"/>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66"/>
    <w:rsid w:val="005F4473"/>
    <w:rsid w:val="00601B5A"/>
    <w:rsid w:val="00603BCD"/>
    <w:rsid w:val="00605D79"/>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0C25"/>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1659"/>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2D3"/>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37A9"/>
    <w:rsid w:val="00AE4DBE"/>
    <w:rsid w:val="00AE5602"/>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281C"/>
    <w:rsid w:val="00C23EBC"/>
    <w:rsid w:val="00C2580C"/>
    <w:rsid w:val="00C27CD7"/>
    <w:rsid w:val="00C31267"/>
    <w:rsid w:val="00C337DD"/>
    <w:rsid w:val="00C43976"/>
    <w:rsid w:val="00C43A0E"/>
    <w:rsid w:val="00C459C1"/>
    <w:rsid w:val="00C45B48"/>
    <w:rsid w:val="00C45C9E"/>
    <w:rsid w:val="00C5015F"/>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2144"/>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B8E"/>
    <w:rsid w:val="00E67E62"/>
    <w:rsid w:val="00E73D0C"/>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2DD1"/>
    <w:rsid w:val="00ED439E"/>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3E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customStyle="1" w:styleId="UnresolvedMention">
    <w:name w:val="Unresolved Mention"/>
    <w:basedOn w:val="DefaultParagraphFont"/>
    <w:uiPriority w:val="99"/>
    <w:semiHidden/>
    <w:unhideWhenUsed/>
    <w:rsid w:val="00ED2D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aano.haidla@graanulinvest.com" TargetMode="External"/><Relationship Id="rId18" Type="http://schemas.openxmlformats.org/officeDocument/2006/relationships/hyperlink" Target="http://www.rmk.ee"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ffa2134@arved.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A39C8"/>
    <w:rsid w:val="00A07D5E"/>
    <w:rsid w:val="00AE70FF"/>
    <w:rsid w:val="00E469ED"/>
    <w:rsid w:val="00E56E13"/>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81E"/>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998AC7D3A0F6465E9B92BC2AB9B88184">
    <w:name w:val="998AC7D3A0F6465E9B92BC2AB9B88184"/>
    <w:rsid w:val="00F378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9DE50-7750-44C5-B9A5-50EE029DF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11</TotalTime>
  <Pages>6</Pages>
  <Words>1797</Words>
  <Characters>14131</Characters>
  <Application>Microsoft Office Word</Application>
  <DocSecurity>0</DocSecurity>
  <Lines>117</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7</cp:revision>
  <cp:lastPrinted>2008-07-14T13:18:00Z</cp:lastPrinted>
  <dcterms:created xsi:type="dcterms:W3CDTF">2022-12-31T11:40:00Z</dcterms:created>
  <dcterms:modified xsi:type="dcterms:W3CDTF">2023-01-03T15:40:00Z</dcterms:modified>
</cp:coreProperties>
</file>